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94EE6" w14:textId="549CDB38" w:rsidR="00FA65BC" w:rsidRPr="00D75E0C" w:rsidRDefault="00D75E0C" w:rsidP="0074035D">
      <w:pPr>
        <w:pStyle w:val="Nadpis1"/>
        <w:spacing w:before="600" w:after="600"/>
        <w:rPr>
          <w:bCs/>
        </w:rPr>
      </w:pPr>
      <w:r w:rsidRPr="00D75E0C">
        <w:rPr>
          <w:bCs/>
          <w:sz w:val="28"/>
          <w:szCs w:val="28"/>
        </w:rPr>
        <w:t xml:space="preserve">Čestné prohlášení </w:t>
      </w:r>
      <w:r w:rsidR="00FC5079">
        <w:rPr>
          <w:bCs/>
          <w:sz w:val="28"/>
          <w:szCs w:val="28"/>
        </w:rPr>
        <w:t>ZHOTOVITELE AKCE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1B7F35" w:rsidRPr="001B7F35" w14:paraId="1F9FA90F" w14:textId="77777777" w:rsidTr="00344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B6D3E1D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Název Akce</w:t>
            </w:r>
          </w:p>
        </w:tc>
        <w:tc>
          <w:tcPr>
            <w:tcW w:w="6804" w:type="dxa"/>
            <w:shd w:val="clear" w:color="auto" w:fill="auto"/>
          </w:tcPr>
          <w:p w14:paraId="38F4BA66" w14:textId="31281263" w:rsidR="001B7F35" w:rsidRPr="00581D53" w:rsidRDefault="008D5FC7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Rekonstrukce silnice II/363, výstavba chodníku SO 102</w:t>
            </w:r>
          </w:p>
        </w:tc>
      </w:tr>
      <w:tr w:rsidR="001B7F35" w:rsidRPr="001B7F35" w14:paraId="05442C0A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B255B4C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ISPROFOND</w:t>
            </w:r>
          </w:p>
        </w:tc>
        <w:tc>
          <w:tcPr>
            <w:tcW w:w="6804" w:type="dxa"/>
            <w:shd w:val="clear" w:color="auto" w:fill="auto"/>
          </w:tcPr>
          <w:p w14:paraId="732C4AF2" w14:textId="2A567822" w:rsidR="001B7F35" w:rsidRPr="00581D53" w:rsidRDefault="008D5FC7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5537510276</w:t>
            </w:r>
          </w:p>
        </w:tc>
      </w:tr>
      <w:tr w:rsidR="001B7F35" w:rsidRPr="001B7F35" w14:paraId="621CFDFC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35A3481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Název Příjemce</w:t>
            </w:r>
          </w:p>
        </w:tc>
        <w:tc>
          <w:tcPr>
            <w:tcW w:w="6804" w:type="dxa"/>
            <w:shd w:val="clear" w:color="auto" w:fill="auto"/>
          </w:tcPr>
          <w:p w14:paraId="569D0D88" w14:textId="33E22F6D" w:rsidR="001B7F35" w:rsidRPr="00581D53" w:rsidRDefault="008D5FC7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Obec Pomezí</w:t>
            </w:r>
          </w:p>
        </w:tc>
      </w:tr>
      <w:tr w:rsidR="001B7F35" w:rsidRPr="001B7F35" w14:paraId="503CF331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0D4895C0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sz w:val="20"/>
                <w:szCs w:val="20"/>
              </w:rPr>
              <w:t>Sídlo</w:t>
            </w:r>
          </w:p>
        </w:tc>
        <w:tc>
          <w:tcPr>
            <w:tcW w:w="6804" w:type="dxa"/>
            <w:shd w:val="clear" w:color="auto" w:fill="auto"/>
          </w:tcPr>
          <w:p w14:paraId="34A59B20" w14:textId="13211E31" w:rsidR="001B7F35" w:rsidRPr="00581D53" w:rsidRDefault="008D5FC7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Pomezí 4, 569 71  Pomezí</w:t>
            </w:r>
          </w:p>
        </w:tc>
      </w:tr>
      <w:tr w:rsidR="001B7F35" w:rsidRPr="001B7F35" w14:paraId="605EA67A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D4A6D1A" w14:textId="30DEC38A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IČO</w:t>
            </w:r>
            <w:r w:rsidR="0034403E">
              <w:rPr>
                <w:bCs/>
                <w:sz w:val="20"/>
                <w:szCs w:val="20"/>
              </w:rPr>
              <w:t xml:space="preserve"> Příjemce</w:t>
            </w:r>
          </w:p>
        </w:tc>
        <w:tc>
          <w:tcPr>
            <w:tcW w:w="6804" w:type="dxa"/>
            <w:shd w:val="clear" w:color="auto" w:fill="auto"/>
          </w:tcPr>
          <w:p w14:paraId="3B48512B" w14:textId="46083861" w:rsidR="001B7F35" w:rsidRPr="00581D53" w:rsidRDefault="008D5FC7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00277185</w:t>
            </w:r>
          </w:p>
        </w:tc>
      </w:tr>
      <w:tr w:rsidR="001B7F35" w:rsidRPr="001B7F35" w14:paraId="31D9D53E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A257794" w14:textId="0A647784" w:rsidR="001B7F35" w:rsidRPr="001B7F35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Zhotovitel</w:t>
            </w:r>
          </w:p>
        </w:tc>
        <w:tc>
          <w:tcPr>
            <w:tcW w:w="6804" w:type="dxa"/>
            <w:shd w:val="clear" w:color="auto" w:fill="auto"/>
          </w:tcPr>
          <w:p w14:paraId="7A6939C3" w14:textId="4B49AC8A" w:rsidR="001B7F35" w:rsidRPr="00581D53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34403E" w:rsidRPr="001B7F35" w14:paraId="7784D48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0469D8DA" w14:textId="6DC8A81A" w:rsidR="0034403E" w:rsidRDefault="0034403E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IČO Zhotovitele</w:t>
            </w:r>
          </w:p>
        </w:tc>
        <w:tc>
          <w:tcPr>
            <w:tcW w:w="6804" w:type="dxa"/>
            <w:shd w:val="clear" w:color="auto" w:fill="auto"/>
          </w:tcPr>
          <w:p w14:paraId="6BB0C510" w14:textId="77777777" w:rsidR="0034403E" w:rsidRPr="00581D53" w:rsidRDefault="0034403E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B708D0" w:rsidRPr="001B7F35" w14:paraId="4A9C2131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367460FC" w14:textId="147BDE99" w:rsidR="00B708D0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Statutární zástupce </w:t>
            </w:r>
            <w:r w:rsidR="0034403E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>hotovitele 1</w:t>
            </w:r>
          </w:p>
        </w:tc>
        <w:tc>
          <w:tcPr>
            <w:tcW w:w="6804" w:type="dxa"/>
            <w:shd w:val="clear" w:color="auto" w:fill="auto"/>
          </w:tcPr>
          <w:p w14:paraId="29B973CC" w14:textId="77777777" w:rsidR="00B708D0" w:rsidRPr="00581D53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B708D0" w:rsidRPr="001B7F35" w14:paraId="3F27B90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665F1D1" w14:textId="2BE208C6" w:rsidR="00B708D0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Statutární zástupce </w:t>
            </w:r>
            <w:r w:rsidR="0034403E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>hotovitele 2</w:t>
            </w:r>
          </w:p>
        </w:tc>
        <w:tc>
          <w:tcPr>
            <w:tcW w:w="6804" w:type="dxa"/>
            <w:shd w:val="clear" w:color="auto" w:fill="auto"/>
          </w:tcPr>
          <w:p w14:paraId="2FFAAF66" w14:textId="77777777" w:rsidR="00B708D0" w:rsidRPr="00581D53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</w:tbl>
    <w:p w14:paraId="1B8A856D" w14:textId="3830371F" w:rsidR="0034403E" w:rsidRDefault="00F1630A" w:rsidP="0034403E">
      <w:pPr>
        <w:spacing w:before="480" w:after="480"/>
        <w:jc w:val="both"/>
        <w:rPr>
          <w:sz w:val="24"/>
          <w:szCs w:val="24"/>
        </w:rPr>
      </w:pPr>
      <w:r w:rsidRPr="0034403E">
        <w:rPr>
          <w:sz w:val="24"/>
          <w:szCs w:val="24"/>
        </w:rPr>
        <w:t xml:space="preserve">Statutární orgán Zhotovitele </w:t>
      </w:r>
      <w:r>
        <w:rPr>
          <w:sz w:val="24"/>
          <w:szCs w:val="24"/>
        </w:rPr>
        <w:t xml:space="preserve">Akce </w:t>
      </w:r>
      <w:r w:rsidRPr="0034403E">
        <w:rPr>
          <w:sz w:val="24"/>
          <w:szCs w:val="24"/>
        </w:rPr>
        <w:t xml:space="preserve">svým podpisem potvrzuje, že akceptuje oprávnění </w:t>
      </w:r>
      <w:r w:rsidRPr="0027CE21">
        <w:rPr>
          <w:sz w:val="24"/>
          <w:szCs w:val="24"/>
        </w:rPr>
        <w:t>Státního fondu dopravní infrastruktury (dále jen “SFDI”)</w:t>
      </w:r>
      <w:r>
        <w:rPr>
          <w:sz w:val="24"/>
          <w:szCs w:val="24"/>
        </w:rPr>
        <w:t xml:space="preserve"> </w:t>
      </w:r>
      <w:r w:rsidRPr="0034403E">
        <w:rPr>
          <w:sz w:val="24"/>
          <w:szCs w:val="24"/>
        </w:rPr>
        <w:t>na výkon práva kontroly u Zhotovitele Akce ve vztahu k poskytnutým finančním prostředkům</w:t>
      </w:r>
      <w:r>
        <w:rPr>
          <w:sz w:val="24"/>
          <w:szCs w:val="24"/>
        </w:rPr>
        <w:t xml:space="preserve"> </w:t>
      </w:r>
      <w:r w:rsidRPr="0027CE21">
        <w:rPr>
          <w:sz w:val="24"/>
          <w:szCs w:val="24"/>
        </w:rPr>
        <w:t>poskytnutým ze SFDI na financování Akce</w:t>
      </w:r>
      <w:r>
        <w:rPr>
          <w:sz w:val="24"/>
          <w:szCs w:val="24"/>
        </w:rPr>
        <w:t>.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34403E" w:rsidRPr="0034403E" w14:paraId="29ABAE0F" w14:textId="77777777" w:rsidTr="00344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auto"/>
            </w:tcBorders>
            <w:shd w:val="clear" w:color="auto" w:fill="auto"/>
          </w:tcPr>
          <w:p w14:paraId="029B662B" w14:textId="77777777" w:rsidR="0034403E" w:rsidRPr="0034403E" w:rsidRDefault="0034403E" w:rsidP="009D17E5">
            <w:pPr>
              <w:rPr>
                <w:b w:val="0"/>
                <w:bCs/>
                <w:sz w:val="20"/>
                <w:szCs w:val="20"/>
              </w:rPr>
            </w:pPr>
            <w:r w:rsidRPr="0034403E">
              <w:rPr>
                <w:bCs/>
                <w:sz w:val="20"/>
                <w:szCs w:val="20"/>
              </w:rPr>
              <w:t>Datum a místo podpisu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EAB38B8" w14:textId="77777777" w:rsidR="0034403E" w:rsidRPr="0034403E" w:rsidRDefault="0034403E" w:rsidP="009D17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4403E" w:rsidRPr="0034403E" w14:paraId="02D82A38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left w:val="nil"/>
              <w:right w:val="nil"/>
            </w:tcBorders>
            <w:shd w:val="clear" w:color="auto" w:fill="auto"/>
          </w:tcPr>
          <w:p w14:paraId="3A413D4E" w14:textId="77777777" w:rsidR="0034403E" w:rsidRPr="0034403E" w:rsidRDefault="0034403E" w:rsidP="009D17E5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nil"/>
              <w:right w:val="nil"/>
            </w:tcBorders>
            <w:shd w:val="clear" w:color="auto" w:fill="auto"/>
          </w:tcPr>
          <w:p w14:paraId="73D9BA97" w14:textId="77777777" w:rsidR="0034403E" w:rsidRPr="0034403E" w:rsidRDefault="0034403E" w:rsidP="009D17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4403E" w:rsidRPr="0034403E" w14:paraId="7EC07BD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39D86775" w14:textId="38050524" w:rsidR="0034403E" w:rsidRPr="0034403E" w:rsidRDefault="0034403E" w:rsidP="009D17E5">
            <w:pPr>
              <w:rPr>
                <w:sz w:val="20"/>
                <w:szCs w:val="20"/>
              </w:rPr>
            </w:pPr>
            <w:r w:rsidRPr="0034403E">
              <w:rPr>
                <w:bCs/>
                <w:sz w:val="20"/>
                <w:szCs w:val="20"/>
              </w:rPr>
              <w:t>Jméno</w:t>
            </w:r>
            <w:r>
              <w:rPr>
                <w:bCs/>
                <w:sz w:val="20"/>
                <w:szCs w:val="20"/>
              </w:rPr>
              <w:t>/a</w:t>
            </w:r>
            <w:r w:rsidRPr="0034403E">
              <w:rPr>
                <w:bCs/>
                <w:sz w:val="20"/>
                <w:szCs w:val="20"/>
              </w:rPr>
              <w:t xml:space="preserve"> a podpis</w:t>
            </w:r>
            <w:r>
              <w:rPr>
                <w:bCs/>
                <w:sz w:val="20"/>
                <w:szCs w:val="20"/>
              </w:rPr>
              <w:t xml:space="preserve">/y </w:t>
            </w:r>
            <w:r w:rsidRPr="0034403E">
              <w:rPr>
                <w:bCs/>
                <w:sz w:val="20"/>
                <w:szCs w:val="20"/>
              </w:rPr>
              <w:t>statutárního orgánu Zhotovitele</w:t>
            </w:r>
            <w:r w:rsidRPr="0034403E">
              <w:rPr>
                <w:rStyle w:val="Znakapoznpodarou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804" w:type="dxa"/>
            <w:shd w:val="clear" w:color="auto" w:fill="auto"/>
          </w:tcPr>
          <w:p w14:paraId="3E05C76D" w14:textId="77777777" w:rsidR="0034403E" w:rsidRPr="0034403E" w:rsidRDefault="0034403E" w:rsidP="009D17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5BF5CF9" w14:textId="77777777" w:rsidR="0034403E" w:rsidRPr="0034403E" w:rsidRDefault="0034403E" w:rsidP="0034403E">
      <w:pPr>
        <w:spacing w:before="240" w:after="0" w:line="360" w:lineRule="auto"/>
        <w:jc w:val="both"/>
        <w:rPr>
          <w:sz w:val="24"/>
          <w:szCs w:val="24"/>
        </w:rPr>
      </w:pPr>
    </w:p>
    <w:sectPr w:rsidR="0034403E" w:rsidRPr="0034403E" w:rsidSect="00037D58">
      <w:footerReference w:type="default" r:id="rId11"/>
      <w:headerReference w:type="first" r:id="rId12"/>
      <w:footerReference w:type="first" r:id="rId13"/>
      <w:type w:val="continuous"/>
      <w:pgSz w:w="11906" w:h="16838" w:code="9"/>
      <w:pgMar w:top="1843" w:right="851" w:bottom="1701" w:left="1418" w:header="851" w:footer="56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B0E25" w14:textId="77777777" w:rsidR="00037D58" w:rsidRDefault="00037D58" w:rsidP="009B4613">
      <w:r>
        <w:separator/>
      </w:r>
    </w:p>
  </w:endnote>
  <w:endnote w:type="continuationSeparator" w:id="0">
    <w:p w14:paraId="4A9E7C8C" w14:textId="77777777" w:rsidR="00037D58" w:rsidRDefault="00037D58" w:rsidP="009B4613">
      <w:r>
        <w:continuationSeparator/>
      </w:r>
    </w:p>
  </w:endnote>
  <w:endnote w:type="continuationNotice" w:id="1">
    <w:p w14:paraId="1632F83B" w14:textId="77777777" w:rsidR="00037D58" w:rsidRDefault="00037D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1D35F" w14:textId="2B05C901" w:rsidR="006315CB" w:rsidRPr="00940935" w:rsidRDefault="006315CB" w:rsidP="009B4613">
    <w:pPr>
      <w:pStyle w:val="Zpat"/>
    </w:pPr>
    <w:r w:rsidRPr="00940935">
      <w:t xml:space="preserve">Státní fond dopravní infrastruktury, Sokolovská </w:t>
    </w:r>
    <w:r w:rsidR="00530E47">
      <w:t>1955/</w:t>
    </w:r>
    <w:r w:rsidRPr="00940935">
      <w:t>278, 190 00 Praha 9</w:t>
    </w:r>
  </w:p>
  <w:p w14:paraId="14E6A0BB" w14:textId="38994BCA" w:rsidR="006315CB" w:rsidRPr="00C237B1" w:rsidRDefault="006315CB" w:rsidP="009B4613">
    <w:pPr>
      <w:pStyle w:val="Zpat"/>
    </w:pPr>
    <w:r w:rsidRPr="00940935">
      <w:t xml:space="preserve">Tel.: +420 266 097 </w:t>
    </w:r>
    <w:r>
      <w:t>110</w:t>
    </w:r>
    <w:r w:rsidRPr="00940935">
      <w:t xml:space="preserve">, e-mail: </w:t>
    </w:r>
    <w:r w:rsidR="003B3E9E">
      <w:t>podatelna</w:t>
    </w:r>
    <w:r w:rsidRPr="00940935">
      <w:t xml:space="preserve">@sfdi.cz, </w:t>
    </w:r>
    <w:hyperlink r:id="rId1" w:history="1">
      <w:r w:rsidRPr="00C27DC1">
        <w:rPr>
          <w:rStyle w:val="Hypertextovodkaz"/>
          <w:color w:val="00447A" w:themeColor="text1"/>
          <w:u w:val="none"/>
        </w:rPr>
        <w:t>www.sfdi.cz</w:t>
      </w:r>
    </w:hyperlink>
  </w:p>
  <w:p w14:paraId="50EAECAA" w14:textId="618C2A67" w:rsidR="00384A5F" w:rsidRPr="00113936" w:rsidRDefault="006315CB" w:rsidP="006315CB">
    <w:pPr>
      <w:pStyle w:val="Zpat"/>
      <w:tabs>
        <w:tab w:val="clear" w:pos="9180"/>
        <w:tab w:val="right" w:pos="9637"/>
      </w:tabs>
    </w:pPr>
    <w:r w:rsidRPr="00940935">
      <w:t>certifikát ISO 9001:2016</w:t>
    </w:r>
    <w:r>
      <w:tab/>
    </w:r>
    <w: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>/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A79C" w14:textId="574D4DCE" w:rsidR="00384A5F" w:rsidRPr="006315CB" w:rsidRDefault="00384A5F" w:rsidP="006315CB">
    <w:pPr>
      <w:pStyle w:val="Zpat"/>
      <w:tabs>
        <w:tab w:val="clear" w:pos="9180"/>
        <w:tab w:val="right" w:pos="96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0A2E2" w14:textId="77777777" w:rsidR="00037D58" w:rsidRDefault="00037D58" w:rsidP="009B4613">
      <w:r>
        <w:separator/>
      </w:r>
    </w:p>
  </w:footnote>
  <w:footnote w:type="continuationSeparator" w:id="0">
    <w:p w14:paraId="7532157F" w14:textId="77777777" w:rsidR="00037D58" w:rsidRDefault="00037D58" w:rsidP="009B4613">
      <w:r>
        <w:continuationSeparator/>
      </w:r>
    </w:p>
  </w:footnote>
  <w:footnote w:type="continuationNotice" w:id="1">
    <w:p w14:paraId="5C50A7ED" w14:textId="77777777" w:rsidR="00037D58" w:rsidRDefault="00037D58">
      <w:pPr>
        <w:spacing w:after="0" w:line="240" w:lineRule="auto"/>
      </w:pPr>
    </w:p>
  </w:footnote>
  <w:footnote w:id="2">
    <w:p w14:paraId="395C89E7" w14:textId="77325F90" w:rsidR="0034403E" w:rsidRDefault="0034403E" w:rsidP="00F1630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 xml:space="preserve">Osoba/y oprávněná/é za Zhotovitele </w:t>
      </w:r>
      <w:r w:rsidR="0029749C">
        <w:rPr>
          <w:sz w:val="18"/>
          <w:szCs w:val="18"/>
        </w:rPr>
        <w:t xml:space="preserve">Akce </w:t>
      </w:r>
      <w:r>
        <w:rPr>
          <w:sz w:val="18"/>
          <w:szCs w:val="18"/>
        </w:rPr>
        <w:t xml:space="preserve">nebo jménem Zhotovitele </w:t>
      </w:r>
      <w:r w:rsidR="0029749C">
        <w:rPr>
          <w:sz w:val="18"/>
          <w:szCs w:val="18"/>
        </w:rPr>
        <w:t xml:space="preserve">Akce </w:t>
      </w:r>
      <w:r>
        <w:rPr>
          <w:sz w:val="18"/>
          <w:szCs w:val="18"/>
        </w:rPr>
        <w:t>jednat. V případě zmocnění je nezbytné přiložit zmocnění s úředně ověřeným podpisem.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87960" w14:textId="6E3C3E88" w:rsidR="006315CB" w:rsidRPr="00D75E0C" w:rsidRDefault="006315CB" w:rsidP="00D75E0C">
    <w:pPr>
      <w:pStyle w:val="Zhlav"/>
      <w:tabs>
        <w:tab w:val="clear" w:pos="4536"/>
        <w:tab w:val="clear" w:pos="9072"/>
        <w:tab w:val="left" w:pos="2310"/>
      </w:tabs>
      <w:jc w:val="right"/>
      <w:rPr>
        <w:sz w:val="16"/>
        <w:szCs w:val="16"/>
      </w:rPr>
    </w:pPr>
    <w:r w:rsidRPr="00D75E0C">
      <w:rPr>
        <w:sz w:val="16"/>
        <w:szCs w:val="16"/>
      </w:rPr>
      <w:drawing>
        <wp:anchor distT="0" distB="0" distL="114300" distR="114300" simplePos="0" relativeHeight="251658240" behindDoc="0" locked="1" layoutInCell="1" allowOverlap="1" wp14:anchorId="590BE725" wp14:editId="38AF6CAE">
          <wp:simplePos x="0" y="0"/>
          <wp:positionH relativeFrom="page">
            <wp:posOffset>706120</wp:posOffset>
          </wp:positionH>
          <wp:positionV relativeFrom="page">
            <wp:posOffset>540385</wp:posOffset>
          </wp:positionV>
          <wp:extent cx="1655445" cy="615315"/>
          <wp:effectExtent l="0" t="0" r="1905" b="0"/>
          <wp:wrapSquare wrapText="bothSides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445" cy="615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749C">
      <w:rPr>
        <w:sz w:val="16"/>
        <w:szCs w:val="16"/>
      </w:rPr>
      <w:t xml:space="preserve">Příloha č. 4 </w:t>
    </w:r>
    <w:r w:rsidR="002B04B4">
      <w:rPr>
        <w:sz w:val="16"/>
        <w:szCs w:val="16"/>
      </w:rPr>
      <w:t>Čestné prohlášení zhotovitele</w:t>
    </w:r>
  </w:p>
  <w:p w14:paraId="3688FC56" w14:textId="77777777" w:rsidR="00384A5F" w:rsidRPr="006315CB" w:rsidRDefault="00384A5F" w:rsidP="00E31DD3">
    <w:pPr>
      <w:pStyle w:val="Zhlav"/>
      <w:spacing w:after="24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6427"/>
    <w:multiLevelType w:val="hybridMultilevel"/>
    <w:tmpl w:val="4EA0C328"/>
    <w:lvl w:ilvl="0" w:tplc="83C821E2">
      <w:start w:val="4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94D6B"/>
    <w:multiLevelType w:val="hybridMultilevel"/>
    <w:tmpl w:val="B4C0D880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0405001B">
      <w:start w:val="1"/>
      <w:numFmt w:val="lowerRoman"/>
      <w:lvlText w:val="%3."/>
      <w:lvlJc w:val="righ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E7EE0"/>
    <w:multiLevelType w:val="hybridMultilevel"/>
    <w:tmpl w:val="5150DACA"/>
    <w:lvl w:ilvl="0" w:tplc="83C821E2">
      <w:start w:val="4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A6B01"/>
    <w:multiLevelType w:val="hybridMultilevel"/>
    <w:tmpl w:val="3D5C6082"/>
    <w:lvl w:ilvl="0" w:tplc="954E4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32580"/>
    <w:multiLevelType w:val="hybridMultilevel"/>
    <w:tmpl w:val="6450EE6A"/>
    <w:lvl w:ilvl="0" w:tplc="8E46764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A2071"/>
    <w:multiLevelType w:val="hybridMultilevel"/>
    <w:tmpl w:val="D7FEB288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63496"/>
    <w:multiLevelType w:val="hybridMultilevel"/>
    <w:tmpl w:val="0A8260BA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6A2ECF50">
      <w:start w:val="1"/>
      <w:numFmt w:val="bullet"/>
      <w:lvlText w:val="–"/>
      <w:lvlJc w:val="left"/>
      <w:pPr>
        <w:ind w:left="2160" w:hanging="360"/>
      </w:pPr>
      <w:rPr>
        <w:rFonts w:ascii="Verdana" w:hAnsi="Verdana" w:hint="default"/>
        <w:color w:val="CD003A" w:themeColor="accent1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D1C35"/>
    <w:multiLevelType w:val="hybridMultilevel"/>
    <w:tmpl w:val="5846E3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C0C56"/>
    <w:multiLevelType w:val="hybridMultilevel"/>
    <w:tmpl w:val="CA62941C"/>
    <w:lvl w:ilvl="0" w:tplc="F8743A8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40971"/>
    <w:multiLevelType w:val="hybridMultilevel"/>
    <w:tmpl w:val="AADA0488"/>
    <w:lvl w:ilvl="0" w:tplc="7C7620F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F7B5F"/>
    <w:multiLevelType w:val="hybridMultilevel"/>
    <w:tmpl w:val="2962065A"/>
    <w:lvl w:ilvl="0" w:tplc="F8743A8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854BD3"/>
    <w:multiLevelType w:val="hybridMultilevel"/>
    <w:tmpl w:val="B4A6B480"/>
    <w:lvl w:ilvl="0" w:tplc="6A2ECF50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19DC58CA">
      <w:start w:val="1"/>
      <w:numFmt w:val="bullet"/>
      <w:pStyle w:val="Odrky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848B4"/>
    <w:multiLevelType w:val="hybridMultilevel"/>
    <w:tmpl w:val="ACBE8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371BD"/>
    <w:multiLevelType w:val="multilevel"/>
    <w:tmpl w:val="2D2EA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lov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001006"/>
    <w:multiLevelType w:val="hybridMultilevel"/>
    <w:tmpl w:val="D7C08F58"/>
    <w:lvl w:ilvl="0" w:tplc="00000004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color w:val="000000"/>
        <w:sz w:val="24"/>
        <w:szCs w:val="24"/>
        <w:lang w:eastAsia="ar-SA" w:bidi="ar-SA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741831071">
    <w:abstractNumId w:val="11"/>
  </w:num>
  <w:num w:numId="2" w16cid:durableId="1010177894">
    <w:abstractNumId w:val="13"/>
  </w:num>
  <w:num w:numId="3" w16cid:durableId="1345747335">
    <w:abstractNumId w:val="12"/>
  </w:num>
  <w:num w:numId="4" w16cid:durableId="1531070356">
    <w:abstractNumId w:val="0"/>
  </w:num>
  <w:num w:numId="5" w16cid:durableId="42676571">
    <w:abstractNumId w:val="2"/>
  </w:num>
  <w:num w:numId="6" w16cid:durableId="1946112498">
    <w:abstractNumId w:val="10"/>
  </w:num>
  <w:num w:numId="7" w16cid:durableId="1289698539">
    <w:abstractNumId w:val="8"/>
  </w:num>
  <w:num w:numId="8" w16cid:durableId="1107501609">
    <w:abstractNumId w:val="9"/>
  </w:num>
  <w:num w:numId="9" w16cid:durableId="462160208">
    <w:abstractNumId w:val="6"/>
  </w:num>
  <w:num w:numId="10" w16cid:durableId="1365670505">
    <w:abstractNumId w:val="5"/>
  </w:num>
  <w:num w:numId="11" w16cid:durableId="1182278666">
    <w:abstractNumId w:val="1"/>
  </w:num>
  <w:num w:numId="12" w16cid:durableId="1627077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8621089">
    <w:abstractNumId w:val="14"/>
  </w:num>
  <w:num w:numId="14" w16cid:durableId="1452094636">
    <w:abstractNumId w:val="4"/>
  </w:num>
  <w:num w:numId="15" w16cid:durableId="447624427">
    <w:abstractNumId w:val="3"/>
  </w:num>
  <w:num w:numId="16" w16cid:durableId="13612049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AC"/>
    <w:rsid w:val="00004F96"/>
    <w:rsid w:val="00012C58"/>
    <w:rsid w:val="0001333B"/>
    <w:rsid w:val="00014383"/>
    <w:rsid w:val="0001692F"/>
    <w:rsid w:val="00037D58"/>
    <w:rsid w:val="00074C8E"/>
    <w:rsid w:val="00083B2D"/>
    <w:rsid w:val="00094B17"/>
    <w:rsid w:val="000A3D0E"/>
    <w:rsid w:val="000C1E3A"/>
    <w:rsid w:val="000C4EA6"/>
    <w:rsid w:val="000D0D6C"/>
    <w:rsid w:val="000F084B"/>
    <w:rsid w:val="00104679"/>
    <w:rsid w:val="001062F2"/>
    <w:rsid w:val="00107CD8"/>
    <w:rsid w:val="00113936"/>
    <w:rsid w:val="00135F31"/>
    <w:rsid w:val="001473EC"/>
    <w:rsid w:val="00161BEF"/>
    <w:rsid w:val="001639CF"/>
    <w:rsid w:val="001A7DCC"/>
    <w:rsid w:val="001B32FD"/>
    <w:rsid w:val="001B7F35"/>
    <w:rsid w:val="001D24EC"/>
    <w:rsid w:val="001D394C"/>
    <w:rsid w:val="001E0043"/>
    <w:rsid w:val="001E78B2"/>
    <w:rsid w:val="00214D46"/>
    <w:rsid w:val="00217DD9"/>
    <w:rsid w:val="00234AF6"/>
    <w:rsid w:val="00236941"/>
    <w:rsid w:val="002477C2"/>
    <w:rsid w:val="00252B02"/>
    <w:rsid w:val="00252B81"/>
    <w:rsid w:val="0027385E"/>
    <w:rsid w:val="002829F7"/>
    <w:rsid w:val="00282BAD"/>
    <w:rsid w:val="0029749C"/>
    <w:rsid w:val="002A39F2"/>
    <w:rsid w:val="002B009E"/>
    <w:rsid w:val="002B04B4"/>
    <w:rsid w:val="002B7E83"/>
    <w:rsid w:val="00303A68"/>
    <w:rsid w:val="0034403E"/>
    <w:rsid w:val="00347603"/>
    <w:rsid w:val="003779DC"/>
    <w:rsid w:val="00384A5F"/>
    <w:rsid w:val="003A161B"/>
    <w:rsid w:val="003A5538"/>
    <w:rsid w:val="003B3E9E"/>
    <w:rsid w:val="003B5693"/>
    <w:rsid w:val="003C0326"/>
    <w:rsid w:val="003E03F3"/>
    <w:rsid w:val="004004B8"/>
    <w:rsid w:val="004114CA"/>
    <w:rsid w:val="004536C1"/>
    <w:rsid w:val="00465B9E"/>
    <w:rsid w:val="004A6DE8"/>
    <w:rsid w:val="004B0396"/>
    <w:rsid w:val="004C5937"/>
    <w:rsid w:val="004D723F"/>
    <w:rsid w:val="004F51F7"/>
    <w:rsid w:val="00503644"/>
    <w:rsid w:val="005305CF"/>
    <w:rsid w:val="00530E47"/>
    <w:rsid w:val="0054746C"/>
    <w:rsid w:val="00550F89"/>
    <w:rsid w:val="00554E11"/>
    <w:rsid w:val="00565C3F"/>
    <w:rsid w:val="00581D53"/>
    <w:rsid w:val="00584A5A"/>
    <w:rsid w:val="00584AE7"/>
    <w:rsid w:val="005A606B"/>
    <w:rsid w:val="005C52EC"/>
    <w:rsid w:val="005D6B3B"/>
    <w:rsid w:val="005F7490"/>
    <w:rsid w:val="005F78BF"/>
    <w:rsid w:val="006315CB"/>
    <w:rsid w:val="006519E0"/>
    <w:rsid w:val="006644B6"/>
    <w:rsid w:val="006917BB"/>
    <w:rsid w:val="006A4690"/>
    <w:rsid w:val="006B565B"/>
    <w:rsid w:val="006E2635"/>
    <w:rsid w:val="006E2A66"/>
    <w:rsid w:val="006E62EA"/>
    <w:rsid w:val="0070414A"/>
    <w:rsid w:val="00717D04"/>
    <w:rsid w:val="00724307"/>
    <w:rsid w:val="007279F7"/>
    <w:rsid w:val="0073690C"/>
    <w:rsid w:val="0074035D"/>
    <w:rsid w:val="007728DE"/>
    <w:rsid w:val="00781A66"/>
    <w:rsid w:val="00787ACE"/>
    <w:rsid w:val="007B6127"/>
    <w:rsid w:val="007B6EDB"/>
    <w:rsid w:val="007D29E8"/>
    <w:rsid w:val="007E1E9E"/>
    <w:rsid w:val="007E7160"/>
    <w:rsid w:val="00803A83"/>
    <w:rsid w:val="00817545"/>
    <w:rsid w:val="008240CE"/>
    <w:rsid w:val="00834767"/>
    <w:rsid w:val="00842FF8"/>
    <w:rsid w:val="00845EC6"/>
    <w:rsid w:val="00852F01"/>
    <w:rsid w:val="00873171"/>
    <w:rsid w:val="008832E9"/>
    <w:rsid w:val="00891AA4"/>
    <w:rsid w:val="00891E42"/>
    <w:rsid w:val="008C4EB6"/>
    <w:rsid w:val="008D5FC7"/>
    <w:rsid w:val="008D6D3F"/>
    <w:rsid w:val="008F23A2"/>
    <w:rsid w:val="00905DB9"/>
    <w:rsid w:val="0091004F"/>
    <w:rsid w:val="00922FB8"/>
    <w:rsid w:val="00923D5A"/>
    <w:rsid w:val="00940935"/>
    <w:rsid w:val="00946DF4"/>
    <w:rsid w:val="00952C18"/>
    <w:rsid w:val="00953873"/>
    <w:rsid w:val="00972127"/>
    <w:rsid w:val="00987059"/>
    <w:rsid w:val="009A6DCA"/>
    <w:rsid w:val="009B4613"/>
    <w:rsid w:val="009D2168"/>
    <w:rsid w:val="009F140C"/>
    <w:rsid w:val="00A15FA9"/>
    <w:rsid w:val="00A226F1"/>
    <w:rsid w:val="00A46FFD"/>
    <w:rsid w:val="00A54E0F"/>
    <w:rsid w:val="00A650A7"/>
    <w:rsid w:val="00A654FA"/>
    <w:rsid w:val="00A67856"/>
    <w:rsid w:val="00A7359C"/>
    <w:rsid w:val="00A86932"/>
    <w:rsid w:val="00A87742"/>
    <w:rsid w:val="00AB5515"/>
    <w:rsid w:val="00AD5750"/>
    <w:rsid w:val="00AF570A"/>
    <w:rsid w:val="00B006BD"/>
    <w:rsid w:val="00B03C84"/>
    <w:rsid w:val="00B13D7D"/>
    <w:rsid w:val="00B16E7D"/>
    <w:rsid w:val="00B42D82"/>
    <w:rsid w:val="00B504A5"/>
    <w:rsid w:val="00B52103"/>
    <w:rsid w:val="00B708D0"/>
    <w:rsid w:val="00B77615"/>
    <w:rsid w:val="00B87BC0"/>
    <w:rsid w:val="00B9729C"/>
    <w:rsid w:val="00BA636B"/>
    <w:rsid w:val="00BB1A58"/>
    <w:rsid w:val="00BC48AA"/>
    <w:rsid w:val="00BF10C0"/>
    <w:rsid w:val="00C237B1"/>
    <w:rsid w:val="00C27DC1"/>
    <w:rsid w:val="00C43880"/>
    <w:rsid w:val="00C56271"/>
    <w:rsid w:val="00C66AFC"/>
    <w:rsid w:val="00C71EAC"/>
    <w:rsid w:val="00C73EAD"/>
    <w:rsid w:val="00C85A5B"/>
    <w:rsid w:val="00C94A94"/>
    <w:rsid w:val="00CB008F"/>
    <w:rsid w:val="00CD376A"/>
    <w:rsid w:val="00CE2F2E"/>
    <w:rsid w:val="00CF145F"/>
    <w:rsid w:val="00D10DCD"/>
    <w:rsid w:val="00D16C96"/>
    <w:rsid w:val="00D21BEF"/>
    <w:rsid w:val="00D4524D"/>
    <w:rsid w:val="00D5190F"/>
    <w:rsid w:val="00D65E78"/>
    <w:rsid w:val="00D71FBB"/>
    <w:rsid w:val="00D75E0C"/>
    <w:rsid w:val="00D97E71"/>
    <w:rsid w:val="00DA69A1"/>
    <w:rsid w:val="00DC2F8F"/>
    <w:rsid w:val="00DE4A66"/>
    <w:rsid w:val="00DF78B4"/>
    <w:rsid w:val="00E17D36"/>
    <w:rsid w:val="00E31DD3"/>
    <w:rsid w:val="00E51D7F"/>
    <w:rsid w:val="00E71EFA"/>
    <w:rsid w:val="00E7611D"/>
    <w:rsid w:val="00EA6CD9"/>
    <w:rsid w:val="00EA7C4C"/>
    <w:rsid w:val="00EB70E4"/>
    <w:rsid w:val="00EC661B"/>
    <w:rsid w:val="00ED6A72"/>
    <w:rsid w:val="00F1630A"/>
    <w:rsid w:val="00F17FE0"/>
    <w:rsid w:val="00F23BFF"/>
    <w:rsid w:val="00F978CD"/>
    <w:rsid w:val="00FA65BC"/>
    <w:rsid w:val="00FC5079"/>
    <w:rsid w:val="00FF4704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BDDA5"/>
  <w15:chartTrackingRefBased/>
  <w15:docId w15:val="{C335676C-43B0-4F62-87CE-2BDC0428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6" w:unhideWhenUsed="1" w:qFormat="1"/>
    <w:lsdException w:name="heading 3" w:semiHidden="1" w:uiPriority="7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semiHidden/>
    <w:rsid w:val="006917BB"/>
    <w:pPr>
      <w:spacing w:line="264" w:lineRule="auto"/>
    </w:pPr>
    <w:rPr>
      <w:noProof/>
      <w:sz w:val="18"/>
      <w:lang w:eastAsia="cs-CZ"/>
    </w:rPr>
  </w:style>
  <w:style w:type="paragraph" w:styleId="Nadpis1">
    <w:name w:val="heading 1"/>
    <w:basedOn w:val="Normln"/>
    <w:next w:val="Zkladn"/>
    <w:link w:val="Nadpis1Char"/>
    <w:uiPriority w:val="5"/>
    <w:qFormat/>
    <w:rsid w:val="006917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aps/>
      <w:color w:val="CD003A" w:themeColor="accent1"/>
      <w:sz w:val="24"/>
      <w:szCs w:val="32"/>
    </w:rPr>
  </w:style>
  <w:style w:type="paragraph" w:styleId="Nadpis2">
    <w:name w:val="heading 2"/>
    <w:basedOn w:val="Normln"/>
    <w:next w:val="Zkladn"/>
    <w:link w:val="Nadpis2Char"/>
    <w:uiPriority w:val="6"/>
    <w:qFormat/>
    <w:rsid w:val="00E31DD3"/>
    <w:pPr>
      <w:keepNext/>
      <w:keepLines/>
      <w:pBdr>
        <w:top w:val="single" w:sz="8" w:space="1" w:color="CD003A" w:themeColor="accent1"/>
      </w:pBdr>
      <w:spacing w:before="360"/>
      <w:ind w:right="5103"/>
      <w:outlineLvl w:val="1"/>
    </w:pPr>
    <w:rPr>
      <w:rFonts w:asciiTheme="majorHAnsi" w:eastAsiaTheme="majorEastAsia" w:hAnsiTheme="majorHAnsi" w:cstheme="majorBidi"/>
      <w:color w:val="00447A" w:themeColor="text1"/>
      <w:sz w:val="24"/>
      <w:szCs w:val="26"/>
    </w:rPr>
  </w:style>
  <w:style w:type="paragraph" w:styleId="Nadpis3">
    <w:name w:val="heading 3"/>
    <w:basedOn w:val="Nadpis2"/>
    <w:next w:val="Zkladn"/>
    <w:link w:val="Nadpis3Char"/>
    <w:uiPriority w:val="7"/>
    <w:qFormat/>
    <w:rsid w:val="006917BB"/>
    <w:pPr>
      <w:pBdr>
        <w:top w:val="none" w:sz="0" w:space="0" w:color="auto"/>
      </w:pBdr>
      <w:ind w:right="0"/>
      <w:outlineLvl w:val="2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6"/>
    <w:rsid w:val="00E31DD3"/>
    <w:rPr>
      <w:rFonts w:asciiTheme="majorHAnsi" w:eastAsiaTheme="majorEastAsia" w:hAnsiTheme="majorHAnsi" w:cstheme="majorBidi"/>
      <w:noProof/>
      <w:color w:val="00447A" w:themeColor="text1"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917B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917BB"/>
    <w:rPr>
      <w:noProof/>
      <w:sz w:val="18"/>
      <w:lang w:eastAsia="cs-CZ"/>
    </w:rPr>
  </w:style>
  <w:style w:type="paragraph" w:styleId="Zpat">
    <w:name w:val="footer"/>
    <w:basedOn w:val="Normln"/>
    <w:link w:val="ZpatChar"/>
    <w:uiPriority w:val="99"/>
    <w:qFormat/>
    <w:rsid w:val="006917BB"/>
    <w:pPr>
      <w:pBdr>
        <w:top w:val="single" w:sz="4" w:space="8" w:color="00447A" w:themeColor="text1"/>
      </w:pBdr>
      <w:tabs>
        <w:tab w:val="center" w:pos="4536"/>
        <w:tab w:val="right" w:pos="9180"/>
      </w:tabs>
      <w:spacing w:after="0"/>
    </w:pPr>
    <w:rPr>
      <w:color w:val="00447A" w:themeColor="text1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6917BB"/>
    <w:rPr>
      <w:noProof/>
      <w:color w:val="00447A" w:themeColor="text1"/>
      <w:sz w:val="14"/>
      <w:lang w:eastAsia="cs-CZ"/>
    </w:rPr>
  </w:style>
  <w:style w:type="character" w:customStyle="1" w:styleId="Nadpis1Char">
    <w:name w:val="Nadpis 1 Char"/>
    <w:basedOn w:val="Standardnpsmoodstavce"/>
    <w:link w:val="Nadpis1"/>
    <w:uiPriority w:val="5"/>
    <w:rsid w:val="006917BB"/>
    <w:rPr>
      <w:rFonts w:asciiTheme="majorHAnsi" w:eastAsiaTheme="majorEastAsia" w:hAnsiTheme="majorHAnsi" w:cstheme="majorBidi"/>
      <w:caps/>
      <w:noProof/>
      <w:color w:val="CD003A" w:themeColor="accent1"/>
      <w:sz w:val="24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917BB"/>
    <w:rPr>
      <w:color w:val="CD003A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917BB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6917BB"/>
    <w:rPr>
      <w:color w:val="808080"/>
    </w:rPr>
  </w:style>
  <w:style w:type="paragraph" w:styleId="Nzev">
    <w:name w:val="Title"/>
    <w:next w:val="Normln"/>
    <w:link w:val="NzevChar"/>
    <w:uiPriority w:val="4"/>
    <w:qFormat/>
    <w:rsid w:val="006917BB"/>
    <w:pPr>
      <w:spacing w:before="120"/>
      <w:ind w:left="4253"/>
      <w:jc w:val="right"/>
    </w:pPr>
    <w:rPr>
      <w:rFonts w:asciiTheme="majorHAnsi" w:eastAsiaTheme="majorEastAsia" w:hAnsiTheme="majorHAnsi" w:cstheme="majorBidi"/>
      <w:color w:val="00447A" w:themeColor="text1"/>
      <w:sz w:val="24"/>
      <w:szCs w:val="32"/>
    </w:rPr>
  </w:style>
  <w:style w:type="character" w:customStyle="1" w:styleId="NzevChar">
    <w:name w:val="Název Char"/>
    <w:basedOn w:val="Standardnpsmoodstavce"/>
    <w:link w:val="Nzev"/>
    <w:uiPriority w:val="4"/>
    <w:rsid w:val="006917BB"/>
    <w:rPr>
      <w:rFonts w:asciiTheme="majorHAnsi" w:eastAsiaTheme="majorEastAsia" w:hAnsiTheme="majorHAnsi" w:cstheme="majorBidi"/>
      <w:color w:val="00447A" w:themeColor="text1"/>
      <w:sz w:val="24"/>
      <w:szCs w:val="32"/>
    </w:rPr>
  </w:style>
  <w:style w:type="paragraph" w:customStyle="1" w:styleId="Zkladn">
    <w:name w:val="Základní"/>
    <w:basedOn w:val="Normln"/>
    <w:link w:val="ZkladnChar"/>
    <w:qFormat/>
    <w:rsid w:val="006917BB"/>
    <w:rPr>
      <w:sz w:val="20"/>
    </w:rPr>
  </w:style>
  <w:style w:type="character" w:customStyle="1" w:styleId="Nadpis3Char">
    <w:name w:val="Nadpis 3 Char"/>
    <w:basedOn w:val="Standardnpsmoodstavce"/>
    <w:link w:val="Nadpis3"/>
    <w:uiPriority w:val="7"/>
    <w:rsid w:val="006917BB"/>
    <w:rPr>
      <w:rFonts w:asciiTheme="majorHAnsi" w:eastAsiaTheme="majorEastAsia" w:hAnsiTheme="majorHAnsi" w:cstheme="majorBidi"/>
      <w:noProof/>
      <w:color w:val="00447A" w:themeColor="text1"/>
      <w:sz w:val="24"/>
      <w:szCs w:val="24"/>
      <w:lang w:eastAsia="cs-CZ"/>
    </w:rPr>
  </w:style>
  <w:style w:type="paragraph" w:customStyle="1" w:styleId="Odrky">
    <w:name w:val="Odrážky"/>
    <w:basedOn w:val="Zkladn"/>
    <w:uiPriority w:val="11"/>
    <w:qFormat/>
    <w:rsid w:val="006917BB"/>
    <w:pPr>
      <w:numPr>
        <w:ilvl w:val="1"/>
        <w:numId w:val="1"/>
      </w:numPr>
      <w:spacing w:after="0"/>
      <w:ind w:left="993" w:hanging="284"/>
      <w:contextualSpacing/>
    </w:pPr>
  </w:style>
  <w:style w:type="paragraph" w:customStyle="1" w:styleId="slovn">
    <w:name w:val="Číslování"/>
    <w:basedOn w:val="Zkladn"/>
    <w:uiPriority w:val="12"/>
    <w:qFormat/>
    <w:rsid w:val="006917BB"/>
    <w:pPr>
      <w:numPr>
        <w:ilvl w:val="1"/>
        <w:numId w:val="2"/>
      </w:numPr>
      <w:ind w:left="851" w:hanging="511"/>
      <w:contextualSpacing/>
    </w:pPr>
  </w:style>
  <w:style w:type="paragraph" w:customStyle="1" w:styleId="Nadpistabulky">
    <w:name w:val="Nadpis tabulky"/>
    <w:basedOn w:val="Zkladn"/>
    <w:link w:val="NadpistabulkyChar"/>
    <w:uiPriority w:val="13"/>
    <w:qFormat/>
    <w:rsid w:val="006917BB"/>
    <w:rPr>
      <w:b/>
      <w:bCs/>
      <w:color w:val="CD003A" w:themeColor="accent1"/>
      <w:szCs w:val="20"/>
    </w:rPr>
  </w:style>
  <w:style w:type="table" w:styleId="Mkatabulky">
    <w:name w:val="Table Grid"/>
    <w:basedOn w:val="Normlntabulka"/>
    <w:uiPriority w:val="39"/>
    <w:rsid w:val="006917BB"/>
    <w:pPr>
      <w:spacing w:after="0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bottom w:w="57" w:type="dxa"/>
      </w:tcMar>
      <w:vAlign w:val="center"/>
    </w:tcPr>
    <w:tblStylePr w:type="firstRow">
      <w:rPr>
        <w:rFonts w:asciiTheme="minorHAnsi" w:hAnsiTheme="minorHAnsi"/>
        <w:b/>
        <w:color w:val="auto"/>
        <w:sz w:val="18"/>
      </w:rPr>
      <w:tblPr/>
      <w:tcPr>
        <w:shd w:val="clear" w:color="auto" w:fill="E4E6F1"/>
      </w:tcPr>
    </w:tblStylePr>
    <w:tblStylePr w:type="lastRow">
      <w:rPr>
        <w:b/>
      </w:rPr>
      <w:tblPr/>
      <w:tcPr>
        <w:shd w:val="clear" w:color="auto" w:fill="E4E6F1"/>
      </w:tcPr>
    </w:tblStylePr>
    <w:tblStylePr w:type="firstCol">
      <w:rPr>
        <w:b/>
      </w:rPr>
      <w:tblPr/>
      <w:tcPr>
        <w:shd w:val="clear" w:color="auto" w:fill="E4E6F1"/>
      </w:tcPr>
    </w:tblStylePr>
  </w:style>
  <w:style w:type="character" w:customStyle="1" w:styleId="ZkladnChar">
    <w:name w:val="Základní Char"/>
    <w:basedOn w:val="Standardnpsmoodstavce"/>
    <w:link w:val="Zkladn"/>
    <w:rsid w:val="006917BB"/>
    <w:rPr>
      <w:noProof/>
      <w:sz w:val="20"/>
      <w:lang w:eastAsia="cs-CZ"/>
    </w:rPr>
  </w:style>
  <w:style w:type="character" w:customStyle="1" w:styleId="NadpistabulkyChar">
    <w:name w:val="Nadpis tabulky Char"/>
    <w:basedOn w:val="ZkladnChar"/>
    <w:link w:val="Nadpistabulky"/>
    <w:uiPriority w:val="13"/>
    <w:rsid w:val="006917BB"/>
    <w:rPr>
      <w:b/>
      <w:bCs/>
      <w:noProof/>
      <w:color w:val="CD003A" w:themeColor="accent1"/>
      <w:sz w:val="20"/>
      <w:szCs w:val="20"/>
      <w:lang w:eastAsia="cs-CZ"/>
    </w:rPr>
  </w:style>
  <w:style w:type="paragraph" w:styleId="Bezmezer">
    <w:name w:val="No Spacing"/>
    <w:basedOn w:val="Zkladntext"/>
    <w:link w:val="BezmezerChar"/>
    <w:uiPriority w:val="1"/>
    <w:qFormat/>
    <w:rsid w:val="006917BB"/>
    <w:pPr>
      <w:spacing w:after="0"/>
    </w:pPr>
    <w:rPr>
      <w:sz w:val="20"/>
    </w:rPr>
  </w:style>
  <w:style w:type="paragraph" w:customStyle="1" w:styleId="dajetext">
    <w:name w:val="Údaje text"/>
    <w:link w:val="dajetextChar"/>
    <w:uiPriority w:val="9"/>
    <w:qFormat/>
    <w:rsid w:val="006917BB"/>
    <w:pPr>
      <w:pBdr>
        <w:left w:val="single" w:sz="8" w:space="4" w:color="CD003A" w:themeColor="accent1"/>
      </w:pBdr>
      <w:spacing w:after="0"/>
    </w:pPr>
    <w:rPr>
      <w:noProof/>
      <w:sz w:val="1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917B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917BB"/>
    <w:rPr>
      <w:noProof/>
      <w:sz w:val="18"/>
      <w:lang w:eastAsia="cs-CZ"/>
    </w:rPr>
  </w:style>
  <w:style w:type="paragraph" w:customStyle="1" w:styleId="dajenadpis">
    <w:name w:val="Údaje nadpis"/>
    <w:basedOn w:val="dajetext"/>
    <w:next w:val="dajetext"/>
    <w:link w:val="dajenadpisChar"/>
    <w:uiPriority w:val="8"/>
    <w:qFormat/>
    <w:rsid w:val="006917BB"/>
    <w:rPr>
      <w:color w:val="00447A" w:themeColor="text1"/>
    </w:rPr>
  </w:style>
  <w:style w:type="character" w:customStyle="1" w:styleId="BezmezerChar">
    <w:name w:val="Bez mezer Char"/>
    <w:basedOn w:val="ZkladntextChar"/>
    <w:link w:val="Bezmezer"/>
    <w:uiPriority w:val="1"/>
    <w:rsid w:val="006917BB"/>
    <w:rPr>
      <w:noProof/>
      <w:sz w:val="20"/>
      <w:lang w:eastAsia="cs-CZ"/>
    </w:rPr>
  </w:style>
  <w:style w:type="character" w:customStyle="1" w:styleId="dajetextChar">
    <w:name w:val="Údaje text Char"/>
    <w:basedOn w:val="BezmezerChar"/>
    <w:link w:val="dajetext"/>
    <w:uiPriority w:val="9"/>
    <w:rsid w:val="006917BB"/>
    <w:rPr>
      <w:noProof/>
      <w:sz w:val="18"/>
      <w:lang w:eastAsia="cs-CZ"/>
    </w:rPr>
  </w:style>
  <w:style w:type="paragraph" w:customStyle="1" w:styleId="Podpispodlinkou">
    <w:name w:val="Podpis pod linkou"/>
    <w:basedOn w:val="Zkladn"/>
    <w:link w:val="PodpispodlinkouChar"/>
    <w:uiPriority w:val="10"/>
    <w:qFormat/>
    <w:rsid w:val="006A4690"/>
    <w:pPr>
      <w:pBdr>
        <w:top w:val="single" w:sz="8" w:space="9" w:color="00447A" w:themeColor="text1"/>
      </w:pBdr>
      <w:ind w:left="5670" w:right="1134"/>
      <w:jc w:val="center"/>
    </w:pPr>
  </w:style>
  <w:style w:type="character" w:customStyle="1" w:styleId="dajenadpisChar">
    <w:name w:val="Údaje nadpis Char"/>
    <w:basedOn w:val="dajetextChar"/>
    <w:link w:val="dajenadpis"/>
    <w:uiPriority w:val="8"/>
    <w:rsid w:val="006917BB"/>
    <w:rPr>
      <w:noProof/>
      <w:color w:val="00447A" w:themeColor="text1"/>
      <w:sz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17BB"/>
    <w:rPr>
      <w:sz w:val="16"/>
      <w:szCs w:val="16"/>
    </w:rPr>
  </w:style>
  <w:style w:type="character" w:customStyle="1" w:styleId="PodpispodlinkouChar">
    <w:name w:val="Podpis pod linkou Char"/>
    <w:basedOn w:val="ZkladnChar"/>
    <w:link w:val="Podpispodlinkou"/>
    <w:uiPriority w:val="10"/>
    <w:rsid w:val="006A4690"/>
    <w:rPr>
      <w:noProof/>
      <w:sz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17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17BB"/>
    <w:rPr>
      <w:noProof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1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17BB"/>
    <w:rPr>
      <w:b/>
      <w:bCs/>
      <w:noProof/>
      <w:sz w:val="20"/>
      <w:szCs w:val="20"/>
      <w:lang w:eastAsia="cs-CZ"/>
    </w:rPr>
  </w:style>
  <w:style w:type="paragraph" w:customStyle="1" w:styleId="Zkladn9b">
    <w:name w:val="Základní 9b"/>
    <w:basedOn w:val="Zkladn"/>
    <w:uiPriority w:val="2"/>
    <w:qFormat/>
    <w:rsid w:val="006917BB"/>
    <w:pPr>
      <w:spacing w:after="0"/>
    </w:pPr>
    <w:rPr>
      <w:sz w:val="18"/>
      <w:szCs w:val="18"/>
    </w:rPr>
  </w:style>
  <w:style w:type="paragraph" w:customStyle="1" w:styleId="Bezmezer9b">
    <w:name w:val="Bez mezer 9b"/>
    <w:basedOn w:val="Bezmezer"/>
    <w:uiPriority w:val="3"/>
    <w:qFormat/>
    <w:rsid w:val="006917BB"/>
    <w:rPr>
      <w:sz w:val="18"/>
    </w:rPr>
  </w:style>
  <w:style w:type="paragraph" w:customStyle="1" w:styleId="Podpis2">
    <w:name w:val="Podpis2"/>
    <w:basedOn w:val="Zkladn"/>
    <w:link w:val="Podpis2Char"/>
    <w:uiPriority w:val="10"/>
    <w:qFormat/>
    <w:rsid w:val="006917BB"/>
    <w:pPr>
      <w:ind w:left="5670" w:right="1134"/>
      <w:jc w:val="center"/>
    </w:pPr>
  </w:style>
  <w:style w:type="character" w:customStyle="1" w:styleId="Podpis2Char">
    <w:name w:val="Podpis2 Char"/>
    <w:basedOn w:val="ZkladnChar"/>
    <w:link w:val="Podpis2"/>
    <w:uiPriority w:val="10"/>
    <w:rsid w:val="006917BB"/>
    <w:rPr>
      <w:noProof/>
      <w:sz w:val="20"/>
      <w:lang w:eastAsia="cs-CZ"/>
    </w:rPr>
  </w:style>
  <w:style w:type="paragraph" w:styleId="Revize">
    <w:name w:val="Revision"/>
    <w:hidden/>
    <w:uiPriority w:val="99"/>
    <w:semiHidden/>
    <w:rsid w:val="00074C8E"/>
    <w:pPr>
      <w:spacing w:after="0"/>
    </w:pPr>
    <w:rPr>
      <w:noProof/>
      <w:sz w:val="1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536C1"/>
    <w:pPr>
      <w:tabs>
        <w:tab w:val="right" w:leader="underscore" w:pos="9627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A7DCC"/>
    <w:pPr>
      <w:spacing w:after="100"/>
      <w:ind w:left="180"/>
    </w:pPr>
  </w:style>
  <w:style w:type="paragraph" w:styleId="Obsah3">
    <w:name w:val="toc 3"/>
    <w:basedOn w:val="Normln"/>
    <w:next w:val="Normln"/>
    <w:autoRedefine/>
    <w:uiPriority w:val="39"/>
    <w:unhideWhenUsed/>
    <w:rsid w:val="001A7DCC"/>
    <w:pPr>
      <w:spacing w:after="100"/>
      <w:ind w:left="360"/>
    </w:pPr>
  </w:style>
  <w:style w:type="paragraph" w:styleId="Odstavecseseznamem">
    <w:name w:val="List Paragraph"/>
    <w:basedOn w:val="Normln"/>
    <w:uiPriority w:val="34"/>
    <w:qFormat/>
    <w:rsid w:val="00D75E0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noProof w:val="0"/>
      <w:sz w:val="24"/>
      <w:szCs w:val="20"/>
    </w:rPr>
  </w:style>
  <w:style w:type="paragraph" w:customStyle="1" w:styleId="Default">
    <w:name w:val="Default"/>
    <w:rsid w:val="00D75E0C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5E0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5E0C"/>
    <w:rPr>
      <w:noProof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5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fd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\OneDrive\Dokumenty\Vlastn&#237;%20&#353;ablony%20Office\vychoz&#237;%20&#353;ablona%20sfdi.dotx" TargetMode="External"/></Relationships>
</file>

<file path=word/theme/theme1.xml><?xml version="1.0" encoding="utf-8"?>
<a:theme xmlns:a="http://schemas.openxmlformats.org/drawingml/2006/main" name="Motiv Office">
  <a:themeElements>
    <a:clrScheme name="SFDI">
      <a:dk1>
        <a:srgbClr val="00447A"/>
      </a:dk1>
      <a:lt1>
        <a:srgbClr val="FFFFFF"/>
      </a:lt1>
      <a:dk2>
        <a:srgbClr val="00447A"/>
      </a:dk2>
      <a:lt2>
        <a:srgbClr val="D8D8D8"/>
      </a:lt2>
      <a:accent1>
        <a:srgbClr val="CD003A"/>
      </a:accent1>
      <a:accent2>
        <a:srgbClr val="5EA62B"/>
      </a:accent2>
      <a:accent3>
        <a:srgbClr val="FFC000"/>
      </a:accent3>
      <a:accent4>
        <a:srgbClr val="00B0F0"/>
      </a:accent4>
      <a:accent5>
        <a:srgbClr val="ED7D31"/>
      </a:accent5>
      <a:accent6>
        <a:srgbClr val="FF2361"/>
      </a:accent6>
      <a:hlink>
        <a:srgbClr val="CD003A"/>
      </a:hlink>
      <a:folHlink>
        <a:srgbClr val="CD003A"/>
      </a:folHlink>
    </a:clrScheme>
    <a:fontScheme name="SFDI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ClientSideApplicationId xmlns="http://schemas.microsoft.com/sharepoint/v3" xsi:nil="true"/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399540-37AF-4445-85E0-CC38DA015461}"/>
</file>

<file path=customXml/itemProps2.xml><?xml version="1.0" encoding="utf-8"?>
<ds:datastoreItem xmlns:ds="http://schemas.openxmlformats.org/officeDocument/2006/customXml" ds:itemID="{1ACE0C44-E007-4379-A806-9A1BC3838B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0E33BA-508E-4EC0-95BE-9B914173C378}">
  <ds:schemaRefs>
    <ds:schemaRef ds:uri="http://schemas.microsoft.com/office/2006/metadata/properties"/>
    <ds:schemaRef ds:uri="http://schemas.microsoft.com/office/infopath/2007/PartnerControls"/>
    <ds:schemaRef ds:uri="1c513a96-1671-4623-96b8-585eaa33fb09"/>
    <ds:schemaRef ds:uri="cf1e8946-02af-4211-a705-71ae2bc9c55f"/>
  </ds:schemaRefs>
</ds:datastoreItem>
</file>

<file path=customXml/itemProps4.xml><?xml version="1.0" encoding="utf-8"?>
<ds:datastoreItem xmlns:ds="http://schemas.openxmlformats.org/officeDocument/2006/customXml" ds:itemID="{BA862B93-ABBB-4535-B208-3B1E0A3BF2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vychozí šablona sfdi</Template>
  <TotalTime>1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SFDI</dc:creator>
  <cp:keywords/>
  <dc:description>D.DATUM</dc:description>
  <cp:lastModifiedBy>Obec Pomezí</cp:lastModifiedBy>
  <cp:revision>2</cp:revision>
  <cp:lastPrinted>2022-01-06T10:14:00Z</cp:lastPrinted>
  <dcterms:created xsi:type="dcterms:W3CDTF">2024-03-06T08:56:00Z</dcterms:created>
  <dcterms:modified xsi:type="dcterms:W3CDTF">2024-03-06T08:56:00Z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ezpečnost">
    <vt:lpwstr>VEŘEJNÝ</vt:lpwstr>
  </property>
  <property fmtid="{D5CDD505-2E9C-101B-9397-08002B2CF9AE}" pid="3" name="ContentTypeId">
    <vt:lpwstr>0x010100D6D02840B944C546A8FFB3BEE68E8FD7</vt:lpwstr>
  </property>
  <property fmtid="{D5CDD505-2E9C-101B-9397-08002B2CF9AE}" pid="4" name="MediaServiceImageTags">
    <vt:lpwstr/>
  </property>
</Properties>
</file>